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5184D" w14:textId="2D560919" w:rsidR="00A62F31" w:rsidRDefault="00A62F31" w:rsidP="00A62F31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8A7CBF0" w14:textId="77777777" w:rsidR="00A62F31" w:rsidRDefault="00A62F31" w:rsidP="00A62F3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6EC0EEEB" w14:textId="126885E3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9AACAC" w14:textId="530E3F74" w:rsidR="00DC6D0C" w:rsidRPr="00A16363" w:rsidRDefault="0071620A" w:rsidP="002B09B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6363">
        <w:rPr>
          <w:rFonts w:ascii="Corbel" w:hAnsi="Corbel"/>
          <w:i/>
          <w:smallCaps/>
          <w:sz w:val="24"/>
          <w:szCs w:val="24"/>
        </w:rPr>
        <w:t xml:space="preserve"> </w:t>
      </w:r>
      <w:r w:rsidR="006B33E1">
        <w:rPr>
          <w:rFonts w:ascii="Corbel" w:hAnsi="Corbel"/>
          <w:i/>
          <w:smallCaps/>
          <w:sz w:val="24"/>
          <w:szCs w:val="24"/>
        </w:rPr>
        <w:t>2019-2022</w:t>
      </w:r>
    </w:p>
    <w:p w14:paraId="7FCF458C" w14:textId="6E6A764F" w:rsidR="00445970" w:rsidRPr="00EA4832" w:rsidRDefault="00445970" w:rsidP="00A163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 w:rsidR="00407713">
        <w:rPr>
          <w:rFonts w:ascii="Corbel" w:hAnsi="Corbel"/>
          <w:sz w:val="20"/>
          <w:szCs w:val="20"/>
        </w:rPr>
        <w:t>ok akademicki   202</w:t>
      </w:r>
      <w:r w:rsidR="006B33E1">
        <w:rPr>
          <w:rFonts w:ascii="Corbel" w:hAnsi="Corbel"/>
          <w:sz w:val="20"/>
          <w:szCs w:val="20"/>
        </w:rPr>
        <w:t>1</w:t>
      </w:r>
      <w:r w:rsidR="00407713">
        <w:rPr>
          <w:rFonts w:ascii="Corbel" w:hAnsi="Corbel"/>
          <w:sz w:val="20"/>
          <w:szCs w:val="20"/>
        </w:rPr>
        <w:t>/202</w:t>
      </w:r>
      <w:r w:rsidR="006B33E1">
        <w:rPr>
          <w:rFonts w:ascii="Corbel" w:hAnsi="Corbel"/>
          <w:sz w:val="20"/>
          <w:szCs w:val="20"/>
        </w:rPr>
        <w:t>2</w:t>
      </w:r>
    </w:p>
    <w:p w14:paraId="4DABFE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5ACA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E084FDB" w14:textId="77777777" w:rsidTr="00544316">
        <w:tc>
          <w:tcPr>
            <w:tcW w:w="2694" w:type="dxa"/>
            <w:vAlign w:val="center"/>
          </w:tcPr>
          <w:p w14:paraId="68185E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EF57CF" w14:textId="77777777" w:rsidR="0085747A" w:rsidRPr="009C54AE" w:rsidRDefault="002960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>Metody oceny efektywności inwestycji</w:t>
            </w:r>
          </w:p>
        </w:tc>
      </w:tr>
      <w:tr w:rsidR="0085747A" w:rsidRPr="009C54AE" w14:paraId="79190BA3" w14:textId="77777777" w:rsidTr="00544316">
        <w:tc>
          <w:tcPr>
            <w:tcW w:w="2694" w:type="dxa"/>
            <w:vAlign w:val="center"/>
          </w:tcPr>
          <w:p w14:paraId="5FEC4C1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E049" w14:textId="77777777" w:rsidR="0085747A" w:rsidRPr="009C54AE" w:rsidRDefault="002960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EUB</w:t>
            </w:r>
            <w:proofErr w:type="spellEnd"/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/C-1.8a</w:t>
            </w:r>
          </w:p>
        </w:tc>
      </w:tr>
      <w:tr w:rsidR="0085747A" w:rsidRPr="009C54AE" w14:paraId="4E5E7C43" w14:textId="77777777" w:rsidTr="00544316">
        <w:tc>
          <w:tcPr>
            <w:tcW w:w="2694" w:type="dxa"/>
            <w:vAlign w:val="center"/>
          </w:tcPr>
          <w:p w14:paraId="50E0521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BB23F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4432BE8" w14:textId="77777777" w:rsidTr="00544316">
        <w:tc>
          <w:tcPr>
            <w:tcW w:w="2694" w:type="dxa"/>
            <w:vAlign w:val="center"/>
          </w:tcPr>
          <w:p w14:paraId="19D1FA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84948A" w14:textId="18F0A5E7" w:rsidR="0085747A" w:rsidRPr="00EE76D4" w:rsidRDefault="00EE76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76D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7D28AD" w14:textId="77777777" w:rsidTr="00544316">
        <w:tc>
          <w:tcPr>
            <w:tcW w:w="2694" w:type="dxa"/>
            <w:vAlign w:val="center"/>
          </w:tcPr>
          <w:p w14:paraId="3FF818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CFFF2D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CB8175" w14:textId="77777777" w:rsidTr="00544316">
        <w:tc>
          <w:tcPr>
            <w:tcW w:w="2694" w:type="dxa"/>
            <w:vAlign w:val="center"/>
          </w:tcPr>
          <w:p w14:paraId="0D8E720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BA4A92" w14:textId="2163F474" w:rsidR="0085747A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E76D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40F80CA" w14:textId="77777777" w:rsidTr="00544316">
        <w:tc>
          <w:tcPr>
            <w:tcW w:w="2694" w:type="dxa"/>
            <w:vAlign w:val="center"/>
          </w:tcPr>
          <w:p w14:paraId="773224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B872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1EA9FF0" w14:textId="77777777" w:rsidTr="00544316">
        <w:tc>
          <w:tcPr>
            <w:tcW w:w="2694" w:type="dxa"/>
            <w:vAlign w:val="center"/>
          </w:tcPr>
          <w:p w14:paraId="31CC78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3CC1FC" w14:textId="148654FE" w:rsidR="0085747A" w:rsidRPr="00CD2AF3" w:rsidRDefault="00CD2AF3" w:rsidP="002B09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2AF3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8BE9FF5" w14:textId="77777777" w:rsidTr="00544316">
        <w:tc>
          <w:tcPr>
            <w:tcW w:w="2694" w:type="dxa"/>
            <w:vAlign w:val="center"/>
          </w:tcPr>
          <w:p w14:paraId="71068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80F834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2501B564" w14:textId="77777777" w:rsidTr="00544316">
        <w:tc>
          <w:tcPr>
            <w:tcW w:w="2694" w:type="dxa"/>
            <w:vAlign w:val="center"/>
          </w:tcPr>
          <w:p w14:paraId="540B5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2F4A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1D22B32" w14:textId="77777777" w:rsidTr="00544316">
        <w:tc>
          <w:tcPr>
            <w:tcW w:w="2694" w:type="dxa"/>
            <w:vAlign w:val="center"/>
          </w:tcPr>
          <w:p w14:paraId="4D9892A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3FA60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44316" w:rsidRPr="009C54AE" w14:paraId="632C3751" w14:textId="77777777" w:rsidTr="00544316">
        <w:tc>
          <w:tcPr>
            <w:tcW w:w="2694" w:type="dxa"/>
            <w:vAlign w:val="center"/>
          </w:tcPr>
          <w:p w14:paraId="66CFFB59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EA6B89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544316" w:rsidRPr="009C54AE" w14:paraId="50218581" w14:textId="77777777" w:rsidTr="00544316">
        <w:tc>
          <w:tcPr>
            <w:tcW w:w="2694" w:type="dxa"/>
            <w:vAlign w:val="center"/>
          </w:tcPr>
          <w:p w14:paraId="32530262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8F28EB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310B804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4431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2A3045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C809F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2E9DB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A97E36" w14:textId="77777777" w:rsidTr="002B09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B7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5375E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C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9A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02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3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E9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E60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D6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38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F25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18E30A7" w14:textId="77777777" w:rsidTr="002B09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A926" w14:textId="77777777" w:rsidR="00015B8F" w:rsidRPr="009C54AE" w:rsidRDefault="00025D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CD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F79F" w14:textId="2B796D0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62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78BD" w14:textId="6C5885E6" w:rsidR="00015B8F" w:rsidRPr="009C54AE" w:rsidRDefault="00B678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CD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A5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50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69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D200" w14:textId="77777777" w:rsidR="00015B8F" w:rsidRPr="009C54AE" w:rsidRDefault="002B09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ED4A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5626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22797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E70E1C" w14:textId="6BD4513C" w:rsidR="00862B61" w:rsidRDefault="00862B61" w:rsidP="00862B6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24154BAC" w14:textId="77777777" w:rsidR="00862B61" w:rsidRDefault="00862B61" w:rsidP="00862B6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96292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A0F8E4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C809F9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B793611" w14:textId="77777777" w:rsidR="00025D21" w:rsidRPr="009C54AE" w:rsidRDefault="00025D2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41C11F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F2778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608C45" w14:textId="77777777" w:rsidTr="00745302">
        <w:tc>
          <w:tcPr>
            <w:tcW w:w="9670" w:type="dxa"/>
          </w:tcPr>
          <w:p w14:paraId="3DE410AD" w14:textId="180CC5B0" w:rsidR="0085747A" w:rsidRPr="009C54AE" w:rsidRDefault="00233A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1FF2219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FF4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B6D0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C19D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D6B2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809F9" w:rsidRPr="009C54AE" w14:paraId="2EC20385" w14:textId="77777777" w:rsidTr="00C809F9">
        <w:tc>
          <w:tcPr>
            <w:tcW w:w="845" w:type="dxa"/>
            <w:vAlign w:val="center"/>
          </w:tcPr>
          <w:p w14:paraId="747D4154" w14:textId="77777777" w:rsidR="00C809F9" w:rsidRPr="009C54AE" w:rsidRDefault="00C809F9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4403871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28BB3092" w14:textId="77777777" w:rsidTr="00C809F9">
        <w:tc>
          <w:tcPr>
            <w:tcW w:w="845" w:type="dxa"/>
            <w:vAlign w:val="center"/>
          </w:tcPr>
          <w:p w14:paraId="640DCF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D28EC1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47E87E1D" w14:textId="77777777" w:rsidTr="00C809F9">
        <w:tc>
          <w:tcPr>
            <w:tcW w:w="845" w:type="dxa"/>
            <w:vAlign w:val="center"/>
          </w:tcPr>
          <w:p w14:paraId="30431C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99D7043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301A5CDA" w14:textId="77777777" w:rsidTr="00C809F9">
        <w:tc>
          <w:tcPr>
            <w:tcW w:w="845" w:type="dxa"/>
            <w:vAlign w:val="center"/>
          </w:tcPr>
          <w:p w14:paraId="3D3AF078" w14:textId="77777777" w:rsidR="00C809F9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9280A28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E68D3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78C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73F5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2567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301FA" w:rsidRPr="004D2A8F" w14:paraId="5EE03BDD" w14:textId="77777777" w:rsidTr="79E70B50">
        <w:tc>
          <w:tcPr>
            <w:tcW w:w="1681" w:type="dxa"/>
            <w:vAlign w:val="center"/>
          </w:tcPr>
          <w:p w14:paraId="3D05D7BE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243273B5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E8DBEDF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01FA" w:rsidRPr="004D2A8F" w14:paraId="1441138A" w14:textId="77777777" w:rsidTr="79E70B50">
        <w:tc>
          <w:tcPr>
            <w:tcW w:w="1681" w:type="dxa"/>
          </w:tcPr>
          <w:p w14:paraId="5B6578BB" w14:textId="77777777" w:rsidR="004301FA" w:rsidRPr="00136301" w:rsidRDefault="004301FA" w:rsidP="00430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5ED589E7" w14:textId="26D5D021" w:rsidR="004301FA" w:rsidRPr="00136301" w:rsidRDefault="004301FA" w:rsidP="004301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118594E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5E26DEE0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2C46FB" w:rsidRPr="00136301" w14:paraId="71572744" w14:textId="77777777" w:rsidTr="79E70B50">
        <w:tc>
          <w:tcPr>
            <w:tcW w:w="1681" w:type="dxa"/>
          </w:tcPr>
          <w:p w14:paraId="1F9758A5" w14:textId="77777777" w:rsidR="002C46FB" w:rsidRPr="00136301" w:rsidRDefault="002C46FB" w:rsidP="002C46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C307EAC" w14:textId="5C80153D" w:rsidR="002C46FB" w:rsidRPr="00136301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 xml:space="preserve">Ocenia efektywność inwestowania stosując poznane metody. </w:t>
            </w:r>
          </w:p>
        </w:tc>
        <w:tc>
          <w:tcPr>
            <w:tcW w:w="1836" w:type="dxa"/>
          </w:tcPr>
          <w:p w14:paraId="3B783FF6" w14:textId="77777777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0F3A920B" w14:textId="77777777" w:rsidR="002C46FB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K_U03</w:t>
            </w:r>
          </w:p>
          <w:p w14:paraId="29DBD3C0" w14:textId="2A18C423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79E70B50" w14:paraId="5EA94957" w14:textId="77777777" w:rsidTr="79E70B50">
        <w:tc>
          <w:tcPr>
            <w:tcW w:w="1681" w:type="dxa"/>
          </w:tcPr>
          <w:p w14:paraId="29078785" w14:textId="7ECD061A" w:rsidR="540650D2" w:rsidRDefault="540650D2" w:rsidP="79E70B50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28FBB73D" w14:textId="1903C123" w:rsidR="7538105B" w:rsidRDefault="7538105B" w:rsidP="79E70B50">
            <w:pPr>
              <w:spacing w:line="240" w:lineRule="auto"/>
              <w:jc w:val="both"/>
            </w:pPr>
            <w:r w:rsidRPr="79E70B50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455024DC" w14:textId="77777777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K_U04</w:t>
            </w:r>
          </w:p>
          <w:p w14:paraId="15249409" w14:textId="1A629426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K_U05</w:t>
            </w:r>
          </w:p>
          <w:p w14:paraId="3685A03E" w14:textId="74EEA1AE" w:rsidR="7538105B" w:rsidRDefault="7538105B" w:rsidP="79E70B50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2C46FB" w:rsidRPr="004D2A8F" w14:paraId="2F44DC6E" w14:textId="77777777" w:rsidTr="79E70B50">
        <w:tc>
          <w:tcPr>
            <w:tcW w:w="1681" w:type="dxa"/>
          </w:tcPr>
          <w:p w14:paraId="378A5696" w14:textId="02572B18" w:rsidR="002C46FB" w:rsidRPr="00136301" w:rsidRDefault="002C46FB" w:rsidP="002C46FB">
            <w:pPr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388F8742" w:rsidRPr="79E70B50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51288E22" w14:textId="77777777" w:rsidR="002C46FB" w:rsidRPr="00FB1AF4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1BE19FC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39BC08B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7DA7F3E7" w14:textId="77777777" w:rsidR="002C46FB" w:rsidRPr="00FB1AF4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FC937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039C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3F52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1C4FFB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E73F52">
        <w:rPr>
          <w:rFonts w:ascii="Corbel" w:hAnsi="Corbel"/>
          <w:sz w:val="24"/>
          <w:szCs w:val="24"/>
        </w:rPr>
        <w:t>lematyka ćwiczeń audytoryjnych</w:t>
      </w:r>
    </w:p>
    <w:p w14:paraId="0D934F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040F8" w:rsidRPr="009C54AE" w14:paraId="0A6969AC" w14:textId="77777777" w:rsidTr="00E040F8">
        <w:tc>
          <w:tcPr>
            <w:tcW w:w="9526" w:type="dxa"/>
          </w:tcPr>
          <w:p w14:paraId="675030B4" w14:textId="77777777" w:rsidR="00E040F8" w:rsidRPr="009C54AE" w:rsidRDefault="00E040F8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40F8" w:rsidRPr="007907F3" w14:paraId="043C171D" w14:textId="77777777" w:rsidTr="00E040F8">
        <w:tc>
          <w:tcPr>
            <w:tcW w:w="9526" w:type="dxa"/>
          </w:tcPr>
          <w:p w14:paraId="09079DC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Projekt, przedsięwzię</w:t>
            </w:r>
            <w:r>
              <w:rPr>
                <w:rFonts w:ascii="Corbel" w:hAnsi="Corbel"/>
                <w:sz w:val="24"/>
                <w:szCs w:val="24"/>
              </w:rPr>
              <w:t>cie inwestycyjne, inwestycje – interpretacja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podstawowych pojęć.</w:t>
            </w:r>
          </w:p>
        </w:tc>
      </w:tr>
      <w:tr w:rsidR="00E040F8" w:rsidRPr="007907F3" w14:paraId="4F808329" w14:textId="77777777" w:rsidTr="00E040F8">
        <w:tc>
          <w:tcPr>
            <w:tcW w:w="9526" w:type="dxa"/>
          </w:tcPr>
          <w:p w14:paraId="104F5BC6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Amortyzacja i jej znaczenie w przedsięwzięciach inwestycyjnych.</w:t>
            </w:r>
          </w:p>
        </w:tc>
      </w:tr>
      <w:tr w:rsidR="00E040F8" w:rsidRPr="007907F3" w14:paraId="4CF6983E" w14:textId="77777777" w:rsidTr="00E040F8">
        <w:tc>
          <w:tcPr>
            <w:tcW w:w="9526" w:type="dxa"/>
          </w:tcPr>
          <w:p w14:paraId="103499A2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E040F8" w:rsidRPr="007907F3" w14:paraId="21A352D1" w14:textId="77777777" w:rsidTr="00E040F8">
        <w:tc>
          <w:tcPr>
            <w:tcW w:w="9526" w:type="dxa"/>
          </w:tcPr>
          <w:p w14:paraId="2B3B6BCD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E040F8" w:rsidRPr="007907F3" w14:paraId="328E3B30" w14:textId="77777777" w:rsidTr="00E040F8">
        <w:tc>
          <w:tcPr>
            <w:tcW w:w="9526" w:type="dxa"/>
          </w:tcPr>
          <w:p w14:paraId="11ACF060" w14:textId="77777777" w:rsidR="00E040F8" w:rsidRPr="007907F3" w:rsidRDefault="00E040F8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miar dynamicznych.</w:t>
            </w:r>
          </w:p>
        </w:tc>
      </w:tr>
      <w:tr w:rsidR="00E040F8" w:rsidRPr="007907F3" w14:paraId="21A499D5" w14:textId="77777777" w:rsidTr="00C065D7">
        <w:tc>
          <w:tcPr>
            <w:tcW w:w="9526" w:type="dxa"/>
          </w:tcPr>
          <w:p w14:paraId="15816FA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E040F8" w:rsidRPr="007907F3" w14:paraId="316C9A32" w14:textId="77777777" w:rsidTr="00C065D7">
        <w:tc>
          <w:tcPr>
            <w:tcW w:w="9526" w:type="dxa"/>
          </w:tcPr>
          <w:p w14:paraId="42AE3D25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inwestycji.</w:t>
            </w:r>
          </w:p>
        </w:tc>
      </w:tr>
      <w:tr w:rsidR="00E040F8" w:rsidRPr="007907F3" w14:paraId="568F3005" w14:textId="77777777" w:rsidTr="00E040F8">
        <w:tc>
          <w:tcPr>
            <w:tcW w:w="9526" w:type="dxa"/>
          </w:tcPr>
          <w:p w14:paraId="2E643D44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E040F8" w:rsidRPr="007907F3" w14:paraId="72193326" w14:textId="77777777" w:rsidTr="00E040F8">
        <w:tc>
          <w:tcPr>
            <w:tcW w:w="9526" w:type="dxa"/>
          </w:tcPr>
          <w:p w14:paraId="4E32133F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CC1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52C5E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27F5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5E2373" w14:textId="77777777" w:rsidR="00222A5E" w:rsidRPr="005F58F8" w:rsidRDefault="00222A5E" w:rsidP="00222A5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882DD9F" w14:textId="77777777" w:rsidR="00222A5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E9C01B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B7BC8B8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CFE687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0CB9EE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222A5E" w:rsidRPr="009C54AE" w14:paraId="6E7511E3" w14:textId="77777777" w:rsidTr="79E70B50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6E9C30A0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9025E1C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E15F44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10A0B9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F2BE24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7819" w:rsidRPr="007925C6" w14:paraId="64159F28" w14:textId="77777777" w:rsidTr="79E70B50">
        <w:tc>
          <w:tcPr>
            <w:tcW w:w="1961" w:type="dxa"/>
          </w:tcPr>
          <w:p w14:paraId="1C3C351E" w14:textId="77777777" w:rsidR="00B67819" w:rsidRPr="007925C6" w:rsidRDefault="00B67819" w:rsidP="00B678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r>
              <w:rPr>
                <w:rFonts w:ascii="Corbel" w:hAnsi="Corbel"/>
                <w:b w:val="0"/>
                <w:szCs w:val="24"/>
              </w:rPr>
              <w:t>E</w:t>
            </w:r>
            <w:r w:rsidRPr="007925C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4CCE78EB" w14:textId="77777777" w:rsidR="00B67819" w:rsidRPr="007925C6" w:rsidRDefault="00B67819" w:rsidP="00B678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 xml:space="preserve"> 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2801B1FA" w14:textId="0D9DD36E" w:rsidR="00B67819" w:rsidRPr="00B67819" w:rsidRDefault="00B67819" w:rsidP="00B678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819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67819" w:rsidRPr="007925C6" w14:paraId="6E99D80C" w14:textId="77777777" w:rsidTr="79E70B50">
        <w:tc>
          <w:tcPr>
            <w:tcW w:w="1961" w:type="dxa"/>
          </w:tcPr>
          <w:p w14:paraId="2C87AB7B" w14:textId="77777777" w:rsidR="00B67819" w:rsidRPr="007925C6" w:rsidRDefault="00B67819" w:rsidP="00B6781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BCA6160" w14:textId="4867F46E" w:rsidR="00B67819" w:rsidRPr="007925C6" w:rsidRDefault="00B67819" w:rsidP="00B678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62C661">
              <w:rPr>
                <w:rFonts w:ascii="Corbel" w:hAnsi="Corbel"/>
                <w:sz w:val="24"/>
                <w:szCs w:val="24"/>
              </w:rPr>
              <w:t>kolokwium, praca zespołowa, rozwiązywanie zadań</w:t>
            </w:r>
            <w:r w:rsidRPr="5162C661">
              <w:rPr>
                <w:rFonts w:ascii="Corbel" w:hAnsi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162C661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5162C661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E069BF5" w14:textId="6FC7714D" w:rsidR="00B67819" w:rsidRPr="00B67819" w:rsidRDefault="00B67819" w:rsidP="00B678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7819">
              <w:rPr>
                <w:rFonts w:ascii="Corbel" w:hAnsi="Corbel"/>
                <w:szCs w:val="24"/>
              </w:rPr>
              <w:t>Lab.</w:t>
            </w:r>
          </w:p>
        </w:tc>
      </w:tr>
      <w:tr w:rsidR="00B67819" w14:paraId="3AB79D89" w14:textId="77777777" w:rsidTr="79E70B50">
        <w:tc>
          <w:tcPr>
            <w:tcW w:w="1961" w:type="dxa"/>
          </w:tcPr>
          <w:p w14:paraId="720AA683" w14:textId="43F18799" w:rsidR="00B67819" w:rsidRDefault="00B67819" w:rsidP="00B67819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01DB26ED" w14:textId="22B1DD2B" w:rsidR="00B67819" w:rsidRDefault="00B67819" w:rsidP="00B67819">
            <w:pPr>
              <w:spacing w:line="240" w:lineRule="auto"/>
            </w:pPr>
            <w:r w:rsidRPr="79E70B50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79E70B50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79E70B5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79E70B50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</w:p>
        </w:tc>
        <w:tc>
          <w:tcPr>
            <w:tcW w:w="2126" w:type="dxa"/>
            <w:gridSpan w:val="2"/>
          </w:tcPr>
          <w:p w14:paraId="5C7C0DE7" w14:textId="65E38919" w:rsidR="00B67819" w:rsidRPr="00B67819" w:rsidRDefault="00B67819" w:rsidP="00B67819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B67819">
              <w:rPr>
                <w:rFonts w:ascii="Corbel" w:hAnsi="Corbel"/>
                <w:szCs w:val="24"/>
              </w:rPr>
              <w:t>Lab.</w:t>
            </w:r>
          </w:p>
        </w:tc>
      </w:tr>
      <w:tr w:rsidR="00B67819" w:rsidRPr="007925C6" w14:paraId="27394B73" w14:textId="77777777" w:rsidTr="79E70B50">
        <w:tc>
          <w:tcPr>
            <w:tcW w:w="1961" w:type="dxa"/>
          </w:tcPr>
          <w:p w14:paraId="1F024098" w14:textId="7AF41BA5" w:rsidR="00B67819" w:rsidRPr="007925C6" w:rsidRDefault="00B67819" w:rsidP="00B67819">
            <w:pPr>
              <w:spacing w:after="0" w:line="240" w:lineRule="auto"/>
              <w:rPr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3474C0FD" w14:textId="1ED61AC8" w:rsidR="00B67819" w:rsidRPr="002C46FB" w:rsidRDefault="00B67819" w:rsidP="00B678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62C661">
              <w:rPr>
                <w:rFonts w:ascii="Corbel" w:hAnsi="Corbel"/>
                <w:color w:val="000000" w:themeColor="text1"/>
                <w:sz w:val="24"/>
                <w:szCs w:val="24"/>
              </w:rPr>
              <w:t>obserwacja w trakcie zajęć</w:t>
            </w:r>
            <w:r w:rsidRPr="5162C661">
              <w:rPr>
                <w:rFonts w:ascii="Corbel" w:hAnsi="Corbel"/>
                <w:sz w:val="24"/>
                <w:szCs w:val="24"/>
              </w:rPr>
              <w:t xml:space="preserve">, praca zespołowa, rozwiązywanie zadań </w:t>
            </w:r>
            <w:r w:rsidRPr="5162C661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5162C661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1C8578" w14:textId="1A1A1255" w:rsidR="00B67819" w:rsidRPr="00B67819" w:rsidRDefault="00B67819" w:rsidP="00B67819">
            <w:pPr>
              <w:spacing w:after="0" w:line="240" w:lineRule="auto"/>
              <w:rPr>
                <w:sz w:val="24"/>
                <w:szCs w:val="24"/>
              </w:rPr>
            </w:pPr>
            <w:r w:rsidRPr="00B67819">
              <w:rPr>
                <w:rFonts w:ascii="Corbel" w:hAnsi="Corbel"/>
                <w:szCs w:val="24"/>
              </w:rPr>
              <w:t>Lab.</w:t>
            </w:r>
          </w:p>
        </w:tc>
      </w:tr>
      <w:bookmarkEnd w:id="1"/>
    </w:tbl>
    <w:p w14:paraId="5C10422F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C7E2E2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6D57E1D3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22A5E" w:rsidRPr="009C54AE" w14:paraId="77E3BFC5" w14:textId="77777777" w:rsidTr="79E70B50">
        <w:tc>
          <w:tcPr>
            <w:tcW w:w="9670" w:type="dxa"/>
          </w:tcPr>
          <w:p w14:paraId="2FE8E0DD" w14:textId="3E7202AD" w:rsidR="00222A5E" w:rsidRPr="009C54AE" w:rsidRDefault="00222A5E" w:rsidP="79E70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5713848E" w:rsidRPr="79E70B50">
              <w:rPr>
                <w:rFonts w:ascii="Corbel" w:hAnsi="Corbel"/>
                <w:b w:val="0"/>
                <w:smallCaps w:val="0"/>
              </w:rPr>
              <w:t>co najmniej</w:t>
            </w:r>
            <w:r w:rsidR="002C46FB" w:rsidRPr="79E70B50">
              <w:rPr>
                <w:rFonts w:ascii="Corbel" w:hAnsi="Corbel"/>
                <w:b w:val="0"/>
                <w:smallCaps w:val="0"/>
              </w:rPr>
              <w:t xml:space="preserve"> 5</w:t>
            </w:r>
            <w:r w:rsidR="3BACD5DC" w:rsidRPr="79E70B50">
              <w:rPr>
                <w:rFonts w:ascii="Corbel" w:hAnsi="Corbel"/>
                <w:b w:val="0"/>
                <w:smallCaps w:val="0"/>
              </w:rPr>
              <w:t>1</w:t>
            </w:r>
            <w:r w:rsidR="002C46FB" w:rsidRPr="79E70B50">
              <w:rPr>
                <w:rFonts w:ascii="Corbel" w:hAnsi="Corbel"/>
                <w:b w:val="0"/>
                <w:smallCaps w:val="0"/>
              </w:rPr>
              <w:t xml:space="preserve">% wymaganych punktów oraz </w:t>
            </w:r>
            <w:r w:rsidR="4E06DCDA" w:rsidRPr="79E70B50">
              <w:rPr>
                <w:rFonts w:ascii="Corbel" w:hAnsi="Corbel"/>
                <w:b w:val="0"/>
                <w:smallCaps w:val="0"/>
              </w:rPr>
              <w:t>wynik pracy zespołowej</w:t>
            </w:r>
            <w:r w:rsidRPr="79E70B50">
              <w:rPr>
                <w:rFonts w:ascii="Corbel" w:hAnsi="Corbel"/>
                <w:b w:val="0"/>
                <w:smallCaps w:val="0"/>
              </w:rPr>
              <w:t>.</w:t>
            </w:r>
          </w:p>
          <w:p w14:paraId="1C310903" w14:textId="63B904B6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6B6FD40A" w14:textId="31E3FCFD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DB3AF65" w14:textId="614C83DD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5128C69D" w14:textId="7710F260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0FC62974" w14:textId="1533E3DD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3164E5DF" w14:textId="04C77D38" w:rsidR="00222A5E" w:rsidRPr="009C54AE" w:rsidRDefault="0FFFA954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14:paraId="58EDB078" w14:textId="4A239AF0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416904E" w14:textId="3AD33C5F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6687AF19" w14:textId="22BDBA1E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“*” - brak wpływu na ocenę (ocena neutralna)</w:t>
            </w:r>
          </w:p>
          <w:p w14:paraId="0333437E" w14:textId="6A15A3AC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1407520F" w14:textId="06C8A0E4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7740DCD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6593CE" w14:textId="77777777" w:rsidR="00222A5E" w:rsidRPr="009C54AE" w:rsidRDefault="00222A5E" w:rsidP="00222A5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69E3FC02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22A5E" w:rsidRPr="009C54AE" w14:paraId="3612E177" w14:textId="77777777" w:rsidTr="00C065D7">
        <w:tc>
          <w:tcPr>
            <w:tcW w:w="4902" w:type="dxa"/>
            <w:vAlign w:val="center"/>
          </w:tcPr>
          <w:p w14:paraId="6A47BF1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D7A40C0" w14:textId="12A5B99F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EE76D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22A5E" w:rsidRPr="009C54AE" w14:paraId="5322669E" w14:textId="77777777" w:rsidTr="00C065D7">
        <w:tc>
          <w:tcPr>
            <w:tcW w:w="4902" w:type="dxa"/>
          </w:tcPr>
          <w:p w14:paraId="0D60524C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341ECB3" w14:textId="5FA35A0C" w:rsidR="00222A5E" w:rsidRPr="009C54AE" w:rsidRDefault="00CD2AF3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222A5E" w:rsidRPr="009C54AE" w14:paraId="6B8400DE" w14:textId="77777777" w:rsidTr="00C065D7">
        <w:tc>
          <w:tcPr>
            <w:tcW w:w="4902" w:type="dxa"/>
          </w:tcPr>
          <w:p w14:paraId="69C7A233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A66076" w14:textId="77777777" w:rsidR="00222A5E" w:rsidRPr="009C54AE" w:rsidRDefault="00222A5E" w:rsidP="00222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CF51DA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22A5E" w:rsidRPr="009C54AE" w14:paraId="3B751A1B" w14:textId="77777777" w:rsidTr="00C065D7">
        <w:tc>
          <w:tcPr>
            <w:tcW w:w="4902" w:type="dxa"/>
          </w:tcPr>
          <w:p w14:paraId="364B214B" w14:textId="00987461" w:rsidR="00222A5E" w:rsidRPr="009C54AE" w:rsidRDefault="00222A5E" w:rsidP="00862B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62B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4905EC" w14:textId="0E7756D0" w:rsidR="00222A5E" w:rsidRPr="009C54AE" w:rsidRDefault="00CD2AF3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222A5E" w:rsidRPr="009C54AE" w14:paraId="5559F7CF" w14:textId="77777777" w:rsidTr="00C065D7">
        <w:tc>
          <w:tcPr>
            <w:tcW w:w="4902" w:type="dxa"/>
          </w:tcPr>
          <w:p w14:paraId="167762E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D197993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22A5E" w:rsidRPr="009C54AE" w14:paraId="613B9FB0" w14:textId="77777777" w:rsidTr="00C065D7">
        <w:tc>
          <w:tcPr>
            <w:tcW w:w="4902" w:type="dxa"/>
          </w:tcPr>
          <w:p w14:paraId="7784A05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607B871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6A1E92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D2395A3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307CCF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430EEF0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222A5E" w:rsidRPr="009C54AE" w14:paraId="7F7FED56" w14:textId="77777777" w:rsidTr="00EE76D4">
        <w:trPr>
          <w:trHeight w:val="397"/>
        </w:trPr>
        <w:tc>
          <w:tcPr>
            <w:tcW w:w="2359" w:type="pct"/>
          </w:tcPr>
          <w:p w14:paraId="644B2994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286FC0B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22A5E" w:rsidRPr="009C54AE" w14:paraId="67FE041F" w14:textId="77777777" w:rsidTr="00EE76D4">
        <w:trPr>
          <w:trHeight w:val="397"/>
        </w:trPr>
        <w:tc>
          <w:tcPr>
            <w:tcW w:w="2359" w:type="pct"/>
          </w:tcPr>
          <w:p w14:paraId="69C0F70C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D27C79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F1151F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C40367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FC368A6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22A5E" w:rsidRPr="009C54AE" w14:paraId="59CF1963" w14:textId="77777777" w:rsidTr="79E70B50">
        <w:trPr>
          <w:trHeight w:val="397"/>
        </w:trPr>
        <w:tc>
          <w:tcPr>
            <w:tcW w:w="5000" w:type="pct"/>
          </w:tcPr>
          <w:p w14:paraId="76928729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582E72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Kurek W., Metody oceny rzeczowych przedsięwzięć inwestycyjnych, Wydawnictwo </w:t>
            </w:r>
            <w:proofErr w:type="spellStart"/>
            <w:r w:rsidRPr="00C30BD1">
              <w:rPr>
                <w:rFonts w:ascii="Corbel" w:hAnsi="Corbel"/>
                <w:b w:val="0"/>
                <w:smallCaps w:val="0"/>
                <w:szCs w:val="24"/>
              </w:rPr>
              <w:t>UR</w:t>
            </w:r>
            <w:proofErr w:type="spellEnd"/>
            <w:r w:rsidRPr="00C30BD1">
              <w:rPr>
                <w:rFonts w:ascii="Corbel" w:hAnsi="Corbel"/>
                <w:b w:val="0"/>
                <w:smallCaps w:val="0"/>
                <w:szCs w:val="24"/>
              </w:rPr>
              <w:t>, Rzeszów 2006.</w:t>
            </w:r>
          </w:p>
          <w:p w14:paraId="47FAC3AC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7A318BDA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222A5E" w:rsidRPr="009C54AE" w14:paraId="2D625AD7" w14:textId="77777777" w:rsidTr="79E70B50">
        <w:trPr>
          <w:trHeight w:val="397"/>
        </w:trPr>
        <w:tc>
          <w:tcPr>
            <w:tcW w:w="5000" w:type="pct"/>
          </w:tcPr>
          <w:p w14:paraId="790DDA15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743FC8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7BABBCF3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067C9D75" w14:textId="72FED7EE" w:rsidR="00222A5E" w:rsidRPr="00C30BD1" w:rsidRDefault="3A1AA966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79E70B50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75B1499F" w14:textId="77777777" w:rsidR="00222A5E" w:rsidRPr="00977D86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Wrzosek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S. (red.), Ocena efektywności inwestycji, Wydawnictwo Uniwersytetu Ekonomicznego we Wrocławiu, Wrocław 2008.</w:t>
            </w:r>
          </w:p>
        </w:tc>
      </w:tr>
    </w:tbl>
    <w:p w14:paraId="3143AA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419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2C5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CC9F8" w14:textId="77777777" w:rsidR="00536F5A" w:rsidRDefault="00536F5A" w:rsidP="00C16ABF">
      <w:pPr>
        <w:spacing w:after="0" w:line="240" w:lineRule="auto"/>
      </w:pPr>
      <w:r>
        <w:separator/>
      </w:r>
    </w:p>
  </w:endnote>
  <w:endnote w:type="continuationSeparator" w:id="0">
    <w:p w14:paraId="65986540" w14:textId="77777777" w:rsidR="00536F5A" w:rsidRDefault="00536F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EFDB7" w14:textId="77777777" w:rsidR="00536F5A" w:rsidRDefault="00536F5A" w:rsidP="00C16ABF">
      <w:pPr>
        <w:spacing w:after="0" w:line="240" w:lineRule="auto"/>
      </w:pPr>
      <w:r>
        <w:separator/>
      </w:r>
    </w:p>
  </w:footnote>
  <w:footnote w:type="continuationSeparator" w:id="0">
    <w:p w14:paraId="0BBCCBF3" w14:textId="77777777" w:rsidR="00536F5A" w:rsidRDefault="00536F5A" w:rsidP="00C16ABF">
      <w:pPr>
        <w:spacing w:after="0" w:line="240" w:lineRule="auto"/>
      </w:pPr>
      <w:r>
        <w:continuationSeparator/>
      </w:r>
    </w:p>
  </w:footnote>
  <w:footnote w:id="1">
    <w:p w14:paraId="7DCC2394" w14:textId="77777777" w:rsidR="004301FA" w:rsidRDefault="004301F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D2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5A5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E4"/>
    <w:rsid w:val="00192F37"/>
    <w:rsid w:val="001A70D2"/>
    <w:rsid w:val="001D657B"/>
    <w:rsid w:val="001D7B54"/>
    <w:rsid w:val="001E0209"/>
    <w:rsid w:val="001F2CA2"/>
    <w:rsid w:val="002144C0"/>
    <w:rsid w:val="00215FA7"/>
    <w:rsid w:val="00222A5E"/>
    <w:rsid w:val="0022477D"/>
    <w:rsid w:val="002278A9"/>
    <w:rsid w:val="002336F9"/>
    <w:rsid w:val="00233A69"/>
    <w:rsid w:val="0024028F"/>
    <w:rsid w:val="00241C76"/>
    <w:rsid w:val="00244ABC"/>
    <w:rsid w:val="00281FF2"/>
    <w:rsid w:val="002857DE"/>
    <w:rsid w:val="00291567"/>
    <w:rsid w:val="002960D1"/>
    <w:rsid w:val="002A22BF"/>
    <w:rsid w:val="002A2389"/>
    <w:rsid w:val="002A671D"/>
    <w:rsid w:val="002B09B2"/>
    <w:rsid w:val="002B4D55"/>
    <w:rsid w:val="002B5EA0"/>
    <w:rsid w:val="002B6119"/>
    <w:rsid w:val="002C1F06"/>
    <w:rsid w:val="002C46FB"/>
    <w:rsid w:val="002D29B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713"/>
    <w:rsid w:val="00414E3C"/>
    <w:rsid w:val="0042244A"/>
    <w:rsid w:val="0042745A"/>
    <w:rsid w:val="004301F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1E8"/>
    <w:rsid w:val="004D5282"/>
    <w:rsid w:val="004F1551"/>
    <w:rsid w:val="004F55A3"/>
    <w:rsid w:val="0050496F"/>
    <w:rsid w:val="00513B6F"/>
    <w:rsid w:val="00517C63"/>
    <w:rsid w:val="005363C4"/>
    <w:rsid w:val="00536BDE"/>
    <w:rsid w:val="00536F5A"/>
    <w:rsid w:val="00543ACC"/>
    <w:rsid w:val="0054431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CB1"/>
    <w:rsid w:val="006851BA"/>
    <w:rsid w:val="00696477"/>
    <w:rsid w:val="006A368A"/>
    <w:rsid w:val="006B33E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7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537"/>
    <w:rsid w:val="007D6E56"/>
    <w:rsid w:val="007F4155"/>
    <w:rsid w:val="0081554D"/>
    <w:rsid w:val="0081707E"/>
    <w:rsid w:val="008449B3"/>
    <w:rsid w:val="008552A2"/>
    <w:rsid w:val="0085747A"/>
    <w:rsid w:val="00862B61"/>
    <w:rsid w:val="00884922"/>
    <w:rsid w:val="00885F64"/>
    <w:rsid w:val="008917F9"/>
    <w:rsid w:val="00893CF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12C"/>
    <w:rsid w:val="009E0543"/>
    <w:rsid w:val="009E3B41"/>
    <w:rsid w:val="009F3C5C"/>
    <w:rsid w:val="009F4610"/>
    <w:rsid w:val="00A00ECC"/>
    <w:rsid w:val="00A155EE"/>
    <w:rsid w:val="00A1636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F3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9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81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151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9F9"/>
    <w:rsid w:val="00C94B98"/>
    <w:rsid w:val="00CA2B96"/>
    <w:rsid w:val="00CA5089"/>
    <w:rsid w:val="00CA56E5"/>
    <w:rsid w:val="00CD2AF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1CC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0F8"/>
    <w:rsid w:val="00E129B8"/>
    <w:rsid w:val="00E21E7D"/>
    <w:rsid w:val="00E22FBC"/>
    <w:rsid w:val="00E24BF5"/>
    <w:rsid w:val="00E25338"/>
    <w:rsid w:val="00E51E44"/>
    <w:rsid w:val="00E63348"/>
    <w:rsid w:val="00E661B9"/>
    <w:rsid w:val="00E73F52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6D4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383"/>
    <w:rsid w:val="00FD503F"/>
    <w:rsid w:val="00FD7589"/>
    <w:rsid w:val="00FF016A"/>
    <w:rsid w:val="00FF1401"/>
    <w:rsid w:val="00FF5E7D"/>
    <w:rsid w:val="0431D7B8"/>
    <w:rsid w:val="0E516540"/>
    <w:rsid w:val="0FFFA954"/>
    <w:rsid w:val="1570FE42"/>
    <w:rsid w:val="1916D41F"/>
    <w:rsid w:val="217A73B0"/>
    <w:rsid w:val="292DD574"/>
    <w:rsid w:val="313FF754"/>
    <w:rsid w:val="33AE74C5"/>
    <w:rsid w:val="388F8742"/>
    <w:rsid w:val="3A1AA966"/>
    <w:rsid w:val="3BACD5DC"/>
    <w:rsid w:val="3EB54CF3"/>
    <w:rsid w:val="40C41D7B"/>
    <w:rsid w:val="4A5DE837"/>
    <w:rsid w:val="4B1B585B"/>
    <w:rsid w:val="4B507539"/>
    <w:rsid w:val="4D897826"/>
    <w:rsid w:val="4E06DCDA"/>
    <w:rsid w:val="5162C661"/>
    <w:rsid w:val="522EE916"/>
    <w:rsid w:val="540650D2"/>
    <w:rsid w:val="5713848E"/>
    <w:rsid w:val="58248206"/>
    <w:rsid w:val="5EABE8C7"/>
    <w:rsid w:val="5EADF249"/>
    <w:rsid w:val="653822E7"/>
    <w:rsid w:val="6ADC91C2"/>
    <w:rsid w:val="6BF2A4B7"/>
    <w:rsid w:val="6C06ED37"/>
    <w:rsid w:val="6DA4E289"/>
    <w:rsid w:val="72B493C7"/>
    <w:rsid w:val="7538105B"/>
    <w:rsid w:val="76A3BE62"/>
    <w:rsid w:val="7854075E"/>
    <w:rsid w:val="79E70B50"/>
    <w:rsid w:val="7A11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725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62B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2B61"/>
  </w:style>
  <w:style w:type="character" w:customStyle="1" w:styleId="spellingerror">
    <w:name w:val="spellingerror"/>
    <w:basedOn w:val="Domylnaczcionkaakapitu"/>
    <w:rsid w:val="00862B61"/>
  </w:style>
  <w:style w:type="character" w:customStyle="1" w:styleId="eop">
    <w:name w:val="eop"/>
    <w:basedOn w:val="Domylnaczcionkaakapitu"/>
    <w:rsid w:val="00862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2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C3340-9450-49BD-84D6-B17FD7B15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00307C-74B7-4071-B93F-A5F93047A0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F0F958-A580-491B-A470-E458566C6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E1F0F7-64DE-4091-816B-27DCE132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926</Words>
  <Characters>5562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32</cp:revision>
  <cp:lastPrinted>2019-02-06T12:12:00Z</cp:lastPrinted>
  <dcterms:created xsi:type="dcterms:W3CDTF">2020-10-12T13:00:00Z</dcterms:created>
  <dcterms:modified xsi:type="dcterms:W3CDTF">2021-11-02T08:15:00Z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